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30F" w:rsidRPr="00105AD5" w:rsidRDefault="006A130F" w:rsidP="00105AD5">
      <w:pPr>
        <w:jc w:val="center"/>
        <w:rPr>
          <w:rFonts w:ascii="Times New Roman" w:hAnsi="Times New Roman"/>
          <w:sz w:val="36"/>
          <w:szCs w:val="36"/>
        </w:rPr>
      </w:pPr>
      <w:r w:rsidRPr="00105AD5">
        <w:rPr>
          <w:rFonts w:ascii="Times New Roman" w:hAnsi="Times New Roman"/>
          <w:sz w:val="36"/>
          <w:szCs w:val="36"/>
        </w:rPr>
        <w:t>«Поклонимся Великим тем годам…»</w:t>
      </w:r>
    </w:p>
    <w:p w:rsidR="006A130F" w:rsidRDefault="006A130F" w:rsidP="00105AD5">
      <w:pPr>
        <w:jc w:val="center"/>
        <w:rPr>
          <w:rFonts w:ascii="Times New Roman" w:hAnsi="Times New Roman"/>
          <w:sz w:val="28"/>
          <w:szCs w:val="28"/>
        </w:rPr>
      </w:pPr>
      <w:r w:rsidRPr="00105AD5">
        <w:rPr>
          <w:rFonts w:ascii="Times New Roman" w:hAnsi="Times New Roman"/>
          <w:sz w:val="28"/>
          <w:szCs w:val="28"/>
        </w:rPr>
        <w:t xml:space="preserve"> (Патриотизм и духовность в военные годы)</w:t>
      </w:r>
    </w:p>
    <w:p w:rsidR="006A130F" w:rsidRDefault="006A130F" w:rsidP="00105AD5">
      <w:pPr>
        <w:jc w:val="right"/>
        <w:rPr>
          <w:rFonts w:ascii="Times New Roman" w:hAnsi="Times New Roman"/>
          <w:sz w:val="28"/>
          <w:szCs w:val="28"/>
        </w:rPr>
      </w:pPr>
      <w:r w:rsidRPr="00105AD5">
        <w:rPr>
          <w:rFonts w:ascii="Times New Roman" w:hAnsi="Times New Roman"/>
          <w:sz w:val="28"/>
          <w:szCs w:val="28"/>
        </w:rPr>
        <w:t>Пусть небо ярко-голубое</w:t>
      </w:r>
      <w:r w:rsidRPr="00105AD5">
        <w:rPr>
          <w:rFonts w:ascii="Times New Roman" w:hAnsi="Times New Roman"/>
          <w:sz w:val="28"/>
          <w:szCs w:val="28"/>
        </w:rPr>
        <w:br/>
        <w:t>Над Родиной моей плывет!</w:t>
      </w:r>
      <w:r w:rsidRPr="00105AD5">
        <w:rPr>
          <w:rFonts w:ascii="Times New Roman" w:hAnsi="Times New Roman"/>
          <w:sz w:val="28"/>
          <w:szCs w:val="28"/>
        </w:rPr>
        <w:br/>
        <w:t>Поля, леса – здесь все родное</w:t>
      </w:r>
      <w:r w:rsidRPr="00105AD5">
        <w:rPr>
          <w:rFonts w:ascii="Times New Roman" w:hAnsi="Times New Roman"/>
          <w:sz w:val="28"/>
          <w:szCs w:val="28"/>
        </w:rPr>
        <w:br/>
        <w:t>Своей земли я патриот!</w:t>
      </w:r>
    </w:p>
    <w:p w:rsidR="006A130F" w:rsidRPr="00B93045" w:rsidRDefault="006A130F" w:rsidP="00105AD5">
      <w:pPr>
        <w:pStyle w:val="NoSpacing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B93045">
        <w:rPr>
          <w:rFonts w:ascii="Times New Roman" w:hAnsi="Times New Roman"/>
          <w:sz w:val="28"/>
          <w:szCs w:val="28"/>
          <w:lang w:eastAsia="en-US"/>
        </w:rPr>
        <w:t>Каждый человек хранит в памяти какой-то момент своей жизни, который кажется ему вторым рождением, переломом во всей его дальнейшей судьбе. Великая Отечественная война – особая дата в судьбе целого народа.</w:t>
      </w:r>
    </w:p>
    <w:p w:rsidR="006A130F" w:rsidRPr="00B93045" w:rsidRDefault="006A130F" w:rsidP="00105AD5">
      <w:pPr>
        <w:pStyle w:val="NoSpacing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6A130F" w:rsidRPr="00B93045" w:rsidRDefault="006A130F" w:rsidP="00105AD5">
      <w:pPr>
        <w:pStyle w:val="NoSpacing"/>
        <w:rPr>
          <w:rFonts w:ascii="Times New Roman" w:hAnsi="Times New Roman"/>
          <w:sz w:val="28"/>
          <w:szCs w:val="28"/>
          <w:lang w:eastAsia="en-US"/>
        </w:rPr>
      </w:pPr>
      <w:r w:rsidRPr="00B93045">
        <w:rPr>
          <w:rFonts w:ascii="Times New Roman" w:hAnsi="Times New Roman"/>
          <w:sz w:val="28"/>
          <w:szCs w:val="28"/>
          <w:lang w:eastAsia="en-US"/>
        </w:rPr>
        <w:t>Я не напрасно беспокоюсь,</w:t>
      </w:r>
      <w:r w:rsidRPr="00B93045">
        <w:rPr>
          <w:rFonts w:ascii="Times New Roman" w:hAnsi="Times New Roman"/>
          <w:sz w:val="28"/>
          <w:szCs w:val="28"/>
          <w:lang w:eastAsia="en-US"/>
        </w:rPr>
        <w:br/>
        <w:t>Чтоб не забылась та война,</w:t>
      </w:r>
      <w:r w:rsidRPr="00B93045">
        <w:rPr>
          <w:rFonts w:ascii="Times New Roman" w:hAnsi="Times New Roman"/>
          <w:sz w:val="28"/>
          <w:szCs w:val="28"/>
          <w:lang w:eastAsia="en-US"/>
        </w:rPr>
        <w:br/>
        <w:t>Ведь эта память – наша совесть!</w:t>
      </w:r>
      <w:r w:rsidRPr="00B93045">
        <w:rPr>
          <w:rFonts w:ascii="Times New Roman" w:hAnsi="Times New Roman"/>
          <w:sz w:val="28"/>
          <w:szCs w:val="28"/>
          <w:lang w:eastAsia="en-US"/>
        </w:rPr>
        <w:br/>
        <w:t>Она, как сила, нам нужна.</w:t>
      </w:r>
    </w:p>
    <w:p w:rsidR="006A130F" w:rsidRPr="00B93045" w:rsidRDefault="006A130F" w:rsidP="00105AD5">
      <w:pPr>
        <w:pStyle w:val="NoSpacing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6A130F" w:rsidRDefault="006A130F" w:rsidP="004F2F50">
      <w:pPr>
        <w:pStyle w:val="NoSpacing"/>
        <w:jc w:val="both"/>
        <w:rPr>
          <w:rFonts w:ascii="Times New Roman" w:eastAsia="SimSun" w:hAnsi="Times New Roman"/>
          <w:sz w:val="28"/>
          <w:szCs w:val="28"/>
          <w:lang w:eastAsia="hi-IN" w:bidi="hi-IN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</w:t>
      </w:r>
      <w:r w:rsidRPr="007927A4">
        <w:rPr>
          <w:rFonts w:ascii="Times New Roman" w:hAnsi="Times New Roman"/>
          <w:sz w:val="28"/>
          <w:szCs w:val="28"/>
          <w:shd w:val="clear" w:color="auto" w:fill="FFFFFF"/>
        </w:rPr>
        <w:t>История знала много войн и подвигов родной армии. Самая страшная, кровопролитная, самая определяющая для судеб мира – война 1941 - 1945г. Победа  в Великой Отечественной войне явила мощь нашего оружия, нашей армии, мощь русского духа. В этом году, 9 мая, мы отмеча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ли </w:t>
      </w:r>
      <w:r w:rsidRPr="007927A4">
        <w:rPr>
          <w:rFonts w:ascii="Times New Roman" w:hAnsi="Times New Roman"/>
          <w:sz w:val="28"/>
          <w:szCs w:val="28"/>
          <w:shd w:val="clear" w:color="auto" w:fill="FFFFFF"/>
        </w:rPr>
        <w:t xml:space="preserve">70 лет со дня Победы над фашистской Германией.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Воспитывая тем самым патриотизм и </w:t>
      </w:r>
      <w:r w:rsidRPr="00B93045">
        <w:rPr>
          <w:rFonts w:ascii="Times New Roman" w:eastAsia="SimSun" w:hAnsi="Times New Roman"/>
          <w:sz w:val="28"/>
          <w:szCs w:val="28"/>
          <w:lang w:eastAsia="hi-IN" w:bidi="hi-IN"/>
        </w:rPr>
        <w:t>содействие в духовно-нравственном развитии и воспитании учащихся, российской гражданской идентичности, уважения к Отчеству, уважения к государственным Праздникам России.</w:t>
      </w:r>
      <w:r>
        <w:rPr>
          <w:rFonts w:ascii="Times New Roman" w:eastAsia="SimSun" w:hAnsi="Times New Roman"/>
          <w:sz w:val="28"/>
          <w:szCs w:val="28"/>
          <w:lang w:eastAsia="hi-IN" w:bidi="hi-IN"/>
        </w:rPr>
        <w:t xml:space="preserve"> </w:t>
      </w:r>
    </w:p>
    <w:p w:rsidR="006A130F" w:rsidRDefault="006A130F" w:rsidP="004F2F50">
      <w:pPr>
        <w:pStyle w:val="NoSpacing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SimSun" w:hAnsi="Times New Roman"/>
          <w:sz w:val="28"/>
          <w:szCs w:val="28"/>
          <w:lang w:eastAsia="hi-IN" w:bidi="hi-IN"/>
        </w:rPr>
        <w:t xml:space="preserve">       Ведь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Победа</w:t>
      </w:r>
      <w:r w:rsidRPr="00B93045">
        <w:rPr>
          <w:rFonts w:ascii="Times New Roman" w:hAnsi="Times New Roman"/>
          <w:color w:val="000000"/>
          <w:spacing w:val="1"/>
          <w:sz w:val="28"/>
          <w:szCs w:val="28"/>
        </w:rPr>
        <w:t xml:space="preserve"> - это радостный и горький праздник, </w:t>
      </w:r>
      <w:r w:rsidRPr="00B93045">
        <w:rPr>
          <w:rFonts w:ascii="Times New Roman" w:hAnsi="Times New Roman"/>
          <w:color w:val="000000"/>
          <w:spacing w:val="-1"/>
          <w:sz w:val="28"/>
          <w:szCs w:val="28"/>
        </w:rPr>
        <w:t xml:space="preserve">да он и не может быть иным, потому что не бывает </w:t>
      </w:r>
      <w:r w:rsidRPr="00B93045">
        <w:rPr>
          <w:rFonts w:ascii="Times New Roman" w:hAnsi="Times New Roman"/>
          <w:color w:val="000000"/>
          <w:spacing w:val="-2"/>
          <w:sz w:val="28"/>
          <w:szCs w:val="28"/>
        </w:rPr>
        <w:t xml:space="preserve">безоблачной радости без слез печали. </w:t>
      </w:r>
      <w:r w:rsidRPr="00B93045">
        <w:rPr>
          <w:rFonts w:ascii="Times New Roman" w:hAnsi="Times New Roman"/>
          <w:color w:val="000000"/>
          <w:spacing w:val="-1"/>
          <w:sz w:val="28"/>
          <w:szCs w:val="28"/>
        </w:rPr>
        <w:t>В эти дни, когда оживает природа, мы остро ощу</w:t>
      </w:r>
      <w:r w:rsidRPr="00B93045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B93045">
        <w:rPr>
          <w:rFonts w:ascii="Times New Roman" w:hAnsi="Times New Roman"/>
          <w:color w:val="000000"/>
          <w:spacing w:val="-2"/>
          <w:sz w:val="28"/>
          <w:szCs w:val="28"/>
        </w:rPr>
        <w:t xml:space="preserve">щаем, как прекрасна жизнь! Как дорога она нам! И </w:t>
      </w:r>
      <w:r w:rsidRPr="00B93045">
        <w:rPr>
          <w:rFonts w:ascii="Times New Roman" w:hAnsi="Times New Roman"/>
          <w:color w:val="000000"/>
          <w:spacing w:val="4"/>
          <w:sz w:val="28"/>
          <w:szCs w:val="28"/>
        </w:rPr>
        <w:t xml:space="preserve">понимаем, что за все, что мы имеем - жизнь и </w:t>
      </w:r>
      <w:r w:rsidRPr="00B93045">
        <w:rPr>
          <w:rFonts w:ascii="Times New Roman" w:hAnsi="Times New Roman"/>
          <w:color w:val="000000"/>
          <w:spacing w:val="3"/>
          <w:sz w:val="28"/>
          <w:szCs w:val="28"/>
        </w:rPr>
        <w:t xml:space="preserve">праздник в нашей жизни, - мы обязаны всем тем, </w:t>
      </w:r>
      <w:r w:rsidRPr="00B93045">
        <w:rPr>
          <w:rFonts w:ascii="Times New Roman" w:hAnsi="Times New Roman"/>
          <w:color w:val="000000"/>
          <w:spacing w:val="-2"/>
          <w:sz w:val="28"/>
          <w:szCs w:val="28"/>
        </w:rPr>
        <w:t>кто воевал, погибал, выживал в тех адских услови</w:t>
      </w:r>
      <w:r w:rsidRPr="00B93045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B93045">
        <w:rPr>
          <w:rFonts w:ascii="Times New Roman" w:hAnsi="Times New Roman"/>
          <w:color w:val="000000"/>
          <w:sz w:val="28"/>
          <w:szCs w:val="28"/>
        </w:rPr>
        <w:t>ях, когда казалось, что невозможно было выжить.</w:t>
      </w:r>
    </w:p>
    <w:p w:rsidR="006A130F" w:rsidRDefault="006A130F" w:rsidP="00362AF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4F2F50">
        <w:rPr>
          <w:rFonts w:ascii="Times New Roman" w:hAnsi="Times New Roman"/>
          <w:sz w:val="28"/>
          <w:szCs w:val="28"/>
        </w:rPr>
        <w:t>«Поклонимся Великим тем годам…»</w:t>
      </w:r>
      <w:r>
        <w:rPr>
          <w:rFonts w:ascii="Times New Roman" w:hAnsi="Times New Roman"/>
          <w:sz w:val="28"/>
          <w:szCs w:val="28"/>
        </w:rPr>
        <w:t>, без которых не было бы мирного неба над головой…, тем солдатам, благодаря которым мы живем…</w:t>
      </w:r>
    </w:p>
    <w:p w:rsidR="006A130F" w:rsidRPr="00C6356B" w:rsidRDefault="006A130F" w:rsidP="00362AF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C6356B">
        <w:rPr>
          <w:rFonts w:ascii="Times New Roman" w:hAnsi="Times New Roman"/>
          <w:sz w:val="28"/>
          <w:szCs w:val="28"/>
        </w:rPr>
        <w:t xml:space="preserve">     В  каждой   семье   есть     погиб</w:t>
      </w:r>
      <w:r>
        <w:rPr>
          <w:rFonts w:ascii="Times New Roman" w:hAnsi="Times New Roman"/>
          <w:sz w:val="28"/>
          <w:szCs w:val="28"/>
        </w:rPr>
        <w:t xml:space="preserve">шие или  без вести   пропавшие. </w:t>
      </w:r>
      <w:r w:rsidRPr="00C6356B">
        <w:rPr>
          <w:rFonts w:ascii="Times New Roman" w:hAnsi="Times New Roman"/>
          <w:sz w:val="28"/>
          <w:szCs w:val="28"/>
        </w:rPr>
        <w:t xml:space="preserve">Прошло  70 лет  с    Победного, 1945 года, но память   о   тех, кто  никогда  уже   не  придет с поля  боя,   мы  свято  храним  и   будем  чтить всегда.  </w:t>
      </w:r>
    </w:p>
    <w:p w:rsidR="006A130F" w:rsidRDefault="006A130F" w:rsidP="00362AF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C6356B">
        <w:rPr>
          <w:rFonts w:ascii="Times New Roman" w:hAnsi="Times New Roman"/>
          <w:sz w:val="28"/>
          <w:szCs w:val="28"/>
        </w:rPr>
        <w:t xml:space="preserve">     Тысячи памятников, к которым приходят  наши  люди в  день Победы,  всегда  будут </w:t>
      </w:r>
      <w:r>
        <w:rPr>
          <w:rFonts w:ascii="Times New Roman" w:hAnsi="Times New Roman"/>
          <w:sz w:val="28"/>
          <w:szCs w:val="28"/>
        </w:rPr>
        <w:t>теребить</w:t>
      </w:r>
      <w:r w:rsidRPr="00C6356B">
        <w:rPr>
          <w:rFonts w:ascii="Times New Roman" w:hAnsi="Times New Roman"/>
          <w:sz w:val="28"/>
          <w:szCs w:val="28"/>
        </w:rPr>
        <w:t xml:space="preserve"> наши  души.   Они  являются    главным  напоминанием   всем  нам,   живущим  под мирным   небом,  о  том, что солдаты </w:t>
      </w:r>
      <w:r>
        <w:rPr>
          <w:rFonts w:ascii="Times New Roman" w:hAnsi="Times New Roman"/>
          <w:sz w:val="28"/>
          <w:szCs w:val="28"/>
        </w:rPr>
        <w:t>той</w:t>
      </w:r>
      <w:r w:rsidRPr="00C6356B">
        <w:rPr>
          <w:rFonts w:ascii="Times New Roman" w:hAnsi="Times New Roman"/>
          <w:sz w:val="28"/>
          <w:szCs w:val="28"/>
        </w:rPr>
        <w:t xml:space="preserve"> войны  отдали   свои  жизни во  имя</w:t>
      </w:r>
      <w:r>
        <w:rPr>
          <w:rFonts w:ascii="Times New Roman" w:hAnsi="Times New Roman"/>
          <w:sz w:val="28"/>
          <w:szCs w:val="28"/>
        </w:rPr>
        <w:t xml:space="preserve">  жизней   будущих поколений</w:t>
      </w:r>
      <w:r w:rsidRPr="00C6356B">
        <w:rPr>
          <w:rFonts w:ascii="Times New Roman" w:hAnsi="Times New Roman"/>
          <w:sz w:val="28"/>
          <w:szCs w:val="28"/>
        </w:rPr>
        <w:t xml:space="preserve">.         Нашему поколению можно  только  представить, какой страшной  была война.  В Краснодарском  крае   шли  ожесточенные  бои.   </w:t>
      </w:r>
    </w:p>
    <w:p w:rsidR="006A130F" w:rsidRDefault="006A130F" w:rsidP="00362AF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C6356B">
        <w:rPr>
          <w:rFonts w:ascii="Times New Roman" w:hAnsi="Times New Roman"/>
          <w:sz w:val="28"/>
          <w:szCs w:val="28"/>
        </w:rPr>
        <w:t xml:space="preserve">     В </w:t>
      </w:r>
      <w:r>
        <w:rPr>
          <w:rFonts w:ascii="Times New Roman" w:hAnsi="Times New Roman"/>
          <w:sz w:val="28"/>
          <w:szCs w:val="28"/>
        </w:rPr>
        <w:t xml:space="preserve">нашем </w:t>
      </w:r>
      <w:r w:rsidRPr="00C6356B">
        <w:rPr>
          <w:rFonts w:ascii="Times New Roman" w:hAnsi="Times New Roman"/>
          <w:sz w:val="28"/>
          <w:szCs w:val="28"/>
        </w:rPr>
        <w:t xml:space="preserve">посёлке Кирова есть памятник  двум погибшим солдатам.           Шел  1942 год.  Разведчики, возвращаясь  с  задания,   погибли  у  железной  дороги   Москва -  Баку, которая  проходит в   1,5   км  от посёлка.   Ночью  наши   войска  освободили Киров  от  фашистов, а утром  погибших  разведчиков похоронили у  дома культуры,  рядом   с памятником </w:t>
      </w:r>
    </w:p>
    <w:p w:rsidR="006A130F" w:rsidRDefault="006A130F" w:rsidP="00362AF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C6356B">
        <w:rPr>
          <w:rFonts w:ascii="Times New Roman" w:hAnsi="Times New Roman"/>
          <w:sz w:val="28"/>
          <w:szCs w:val="28"/>
        </w:rPr>
        <w:t xml:space="preserve">С.М. Кирову.  Ими были   - лейтенант Зуев  и неизвестный старшина.  </w:t>
      </w:r>
    </w:p>
    <w:p w:rsidR="006A130F" w:rsidRPr="00C6356B" w:rsidRDefault="006A130F" w:rsidP="00362AF5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6A130F" w:rsidRDefault="006A130F" w:rsidP="00362AF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C6356B">
        <w:rPr>
          <w:rFonts w:ascii="Times New Roman" w:hAnsi="Times New Roman"/>
          <w:sz w:val="28"/>
          <w:szCs w:val="28"/>
        </w:rPr>
        <w:t xml:space="preserve">        Пришла  долгожданная  Победа!</w:t>
      </w:r>
    </w:p>
    <w:p w:rsidR="006A130F" w:rsidRPr="00C6356B" w:rsidRDefault="006A130F" w:rsidP="00362AF5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6A130F" w:rsidRDefault="006A130F" w:rsidP="00C76E8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C6356B">
        <w:rPr>
          <w:rFonts w:ascii="Times New Roman" w:hAnsi="Times New Roman"/>
          <w:sz w:val="28"/>
          <w:szCs w:val="28"/>
        </w:rPr>
        <w:t xml:space="preserve">        В  1965 году   заложили парк в честь   «20- летия   Победы»</w:t>
      </w:r>
      <w:bookmarkStart w:id="0" w:name="_GoBack"/>
      <w:bookmarkEnd w:id="0"/>
      <w:r w:rsidRPr="00C6356B">
        <w:rPr>
          <w:rFonts w:ascii="Times New Roman" w:hAnsi="Times New Roman"/>
          <w:sz w:val="28"/>
          <w:szCs w:val="28"/>
        </w:rPr>
        <w:t xml:space="preserve">, а  в 1975 году    было решено перенести   памятник погибшим  солдатам в  центр парка.    Здесь </w:t>
      </w:r>
      <w:r>
        <w:rPr>
          <w:rFonts w:ascii="Times New Roman" w:hAnsi="Times New Roman"/>
          <w:sz w:val="28"/>
          <w:szCs w:val="28"/>
        </w:rPr>
        <w:t>ш</w:t>
      </w:r>
      <w:r w:rsidRPr="00C6356B">
        <w:rPr>
          <w:rFonts w:ascii="Times New Roman" w:hAnsi="Times New Roman"/>
          <w:sz w:val="28"/>
          <w:szCs w:val="28"/>
        </w:rPr>
        <w:t xml:space="preserve">умит  листва,  поют птицы,  играют   дети,   гуляют молодежь и взрослые.   Но самым торжественным  является  день  Победы  -  9  мая!   Вся  школа  выстраивается перед  памятником,  мы  с  замиранием  смотрим,  как по красивой  липовой  аллее,   ведущей   к памятнику идёт колонна   ветеранов с  знаменами,   за  ними  -  казаки и  жители поселка с   венками  и  цветами.    </w:t>
      </w:r>
    </w:p>
    <w:p w:rsidR="006A130F" w:rsidRPr="00C6356B" w:rsidRDefault="006A130F" w:rsidP="00362AF5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C6356B">
        <w:rPr>
          <w:rFonts w:ascii="Times New Roman" w:hAnsi="Times New Roman"/>
          <w:sz w:val="28"/>
          <w:szCs w:val="28"/>
        </w:rPr>
        <w:t>Начинается  торжественный митинг.  Ветераны  с  дрожью в  голосе  вспоминают  о том, какой  ценой  досталась  наша Победа,  призывают  беречь мир на  земле,  быть патриотами своей   Родины.   Как  мало  их  осталось -    живых    свидетелей  этой страшной  войны!</w:t>
      </w:r>
    </w:p>
    <w:p w:rsidR="006A130F" w:rsidRPr="004F2F50" w:rsidRDefault="006A130F" w:rsidP="004F2F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В этом году ребята прошли колонной по улице к памятнику, они несли портреты умерших воинов - это был бессмертный полк!!!</w:t>
      </w:r>
    </w:p>
    <w:p w:rsidR="006A130F" w:rsidRPr="00105AD5" w:rsidRDefault="006A130F" w:rsidP="00105AD5">
      <w:pPr>
        <w:rPr>
          <w:rFonts w:ascii="Times New Roman" w:hAnsi="Times New Roman"/>
          <w:sz w:val="28"/>
          <w:szCs w:val="28"/>
        </w:rPr>
      </w:pPr>
    </w:p>
    <w:sectPr w:rsidR="006A130F" w:rsidRPr="00105AD5" w:rsidSect="008B790B">
      <w:pgSz w:w="11906" w:h="16838"/>
      <w:pgMar w:top="1134" w:right="850" w:bottom="1134" w:left="1701" w:header="708" w:footer="708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5AD5"/>
    <w:rsid w:val="000769F3"/>
    <w:rsid w:val="00105AD5"/>
    <w:rsid w:val="00362AF5"/>
    <w:rsid w:val="004835B1"/>
    <w:rsid w:val="004F2F50"/>
    <w:rsid w:val="006A130F"/>
    <w:rsid w:val="0078162B"/>
    <w:rsid w:val="007927A4"/>
    <w:rsid w:val="007D0079"/>
    <w:rsid w:val="008B790B"/>
    <w:rsid w:val="00A74453"/>
    <w:rsid w:val="00B93045"/>
    <w:rsid w:val="00C6356B"/>
    <w:rsid w:val="00C76E8B"/>
    <w:rsid w:val="00D00BD8"/>
    <w:rsid w:val="00F370D7"/>
    <w:rsid w:val="00F50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45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05A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82</TotalTime>
  <Pages>2</Pages>
  <Words>541</Words>
  <Characters>3086</Characters>
  <Application>Microsoft Office Outlook</Application>
  <DocSecurity>0</DocSecurity>
  <Lines>0</Lines>
  <Paragraphs>0</Paragraphs>
  <ScaleCrop>false</ScaleCrop>
  <Company>Acer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Вьюнова Наталья Николаевна</cp:lastModifiedBy>
  <cp:revision>5</cp:revision>
  <dcterms:created xsi:type="dcterms:W3CDTF">2015-05-29T09:04:00Z</dcterms:created>
  <dcterms:modified xsi:type="dcterms:W3CDTF">2015-05-29T10:06:00Z</dcterms:modified>
</cp:coreProperties>
</file>